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76" w:lineRule="auto"/>
        <w:ind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PROPOSTA PROGETTUALE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(compilare i riquadri seguendo lo schema e tutte le indicazioni</w:t>
      </w:r>
      <w:r>
        <w:rPr>
          <w:rFonts w:ascii="Arial" w:hAnsi="Arial" w:cs="Arial"/>
          <w:bCs/>
        </w:rPr>
        <w:t xml:space="preserve">)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/>
        <w:rPr>
          <w:rFonts w:ascii="Arial" w:hAnsi="Arial" w:cs="Arial"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986"/>
        <w:tblW w:w="0" w:type="auto"/>
        <w:tblBorders/>
        <w:tblLook w:val="04A0" w:firstRow="1" w:lastRow="0" w:firstColumn="1" w:lastColumn="0" w:noHBand="0" w:noVBand="1"/>
      </w:tblPr>
      <w:tblGrid>
        <w:gridCol w:w="9070"/>
      </w:tblGrid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Denominazione soggetto proponente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>
          <w:trHeight w:val="283"/>
        </w:trPr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highlight w:val="none"/>
              </w:rPr>
            </w:pP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  <w:highlight w:val="none"/>
              </w:rPr>
            </w:r>
            <w:r>
              <w:rPr>
                <w:rFonts w:ascii="Arial" w:hAnsi="Arial" w:cs="Arial"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14:ligatures w14:val="none"/>
              </w:rPr>
            </w:pPr>
            <w:r>
              <w:rPr>
                <w:rFonts w:ascii="Arial" w:hAnsi="Arial" w:cs="Arial"/>
                <w:b/>
                <w:bCs/>
              </w:rPr>
              <w:t xml:space="preserve">Titolo del progetto </w:t>
            </w:r>
            <w:r>
              <w:rPr>
                <w:rFonts w:ascii="Arial" w:hAnsi="Arial" w:cs="Arial"/>
                <w:b/>
                <w:bCs/>
                <w14:ligatures w14:val="none"/>
              </w:rPr>
            </w:r>
            <w:r>
              <w:rPr>
                <w:rFonts w:ascii="Arial" w:hAnsi="Arial" w:cs="Arial"/>
                <w:b/>
                <w:bCs/>
                <w14:ligatures w14:val="none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:highlight w:val="none"/>
                <w14:ligatures w14:val="none"/>
              </w:rPr>
            </w:pPr>
            <w:r>
              <w:rPr>
                <w:rFonts w:ascii="Arial" w:hAnsi="Arial" w:cs="Arial"/>
                <w:b/>
                <w:bCs/>
              </w:rPr>
              <w:t xml:space="preserve">Eventuali altri soggetti coinvolti</w:t>
            </w:r>
            <w:r>
              <w:rPr>
                <w:rFonts w:ascii="Arial" w:hAnsi="Arial" w:cs="Arial"/>
                <w:b/>
                <w:bCs/>
                <w:highlight w:val="none"/>
                <w14:ligatures w14:val="none"/>
              </w:rPr>
            </w:r>
            <w:r>
              <w:rPr>
                <w:rFonts w:ascii="Arial" w:hAnsi="Arial" w:cs="Arial"/>
                <w:b/>
                <w:bCs/>
                <w:highlight w:val="none"/>
                <w14:ligatures w14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Descrizione generale 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Cs/>
                <w:i/>
                <w:iCs/>
              </w:rPr>
              <w:t xml:space="preserve">(descrivere puntualmente le attività previste in considerazione dei criteri di esame delle proposte illustrati all’art. 10.3 dell’Avviso)</w:t>
            </w:r>
            <w:r>
              <w:rPr>
                <w:rFonts w:ascii="Arial" w:hAnsi="Arial" w:cs="Arial"/>
                <w:bCs/>
                <w:i/>
                <w:highlight w:val="none"/>
              </w:rPr>
            </w:r>
            <w:r>
              <w:rPr>
                <w:rFonts w:ascii="Arial" w:hAnsi="Arial" w:cs="Arial"/>
                <w:bCs/>
                <w:i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Scheda tecnica del progetto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(descrivere in modo dettagliato l’allestimento tecnico,</w:t>
            </w:r>
            <w:r>
              <w:rPr>
                <w:rFonts w:ascii="Arial" w:hAnsi="Arial" w:cs="Arial"/>
                <w:bCs/>
                <w:i/>
                <w:iCs/>
              </w:rPr>
              <w:t xml:space="preserve"> strumentale e fonico previsto e le relative e</w:t>
            </w:r>
            <w:r>
              <w:rPr>
                <w:rFonts w:ascii="Arial" w:hAnsi="Arial" w:cs="Arial"/>
                <w:bCs/>
                <w:i/>
                <w:iCs/>
              </w:rPr>
              <w:t xml:space="preserve">sigenze impiantistiche)</w:t>
            </w: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:highlight w:val="none"/>
              </w:rPr>
            </w:pPr>
            <w:r>
              <w:rPr>
                <w:rFonts w:ascii="Arial" w:hAnsi="Arial" w:cs="Arial"/>
                <w:b/>
                <w:bCs/>
                <w:highlight w:val="none"/>
              </w:rPr>
              <w:t xml:space="preserve">Preventivo di spesa</w:t>
            </w:r>
            <w:r>
              <w:rPr>
                <w:rFonts w:ascii="Arial" w:hAnsi="Arial" w:cs="Arial"/>
                <w:b/>
                <w:bCs/>
                <w:highlight w:val="none"/>
              </w:rPr>
            </w:r>
            <w:r>
              <w:rPr>
                <w:rFonts w:ascii="Arial" w:hAnsi="Arial" w:cs="Arial"/>
                <w:b/>
                <w:bCs/>
                <w:highlight w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(</w:t>
            </w:r>
            <w:r>
              <w:rPr>
                <w:rFonts w:ascii="Arial" w:hAnsi="Arial" w:cs="Arial"/>
                <w:bCs/>
                <w:i/>
                <w:iCs/>
              </w:rPr>
              <w:t xml:space="preserve">dettagliare le singole voci di costo per ciascun evento proposto in apposito documento allegato alla presente proposta progettuale</w:t>
            </w:r>
            <w:r>
              <w:rPr>
                <w:rFonts w:ascii="Arial" w:hAnsi="Arial" w:cs="Arial"/>
                <w:i/>
                <w:iCs/>
              </w:rPr>
              <w:t xml:space="preserve">) </w:t>
            </w:r>
            <w:r>
              <w:rPr>
                <w:rFonts w:ascii="Arial" w:hAnsi="Arial" w:cs="Arial"/>
                <w:bCs/>
                <w:i/>
                <w:highlight w:val="none"/>
              </w:rPr>
            </w:r>
            <w:r>
              <w:rPr>
                <w:rFonts w:ascii="Arial" w:hAnsi="Arial" w:cs="Arial"/>
                <w:bCs/>
                <w:i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highlight w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b/>
                <w:bCs/>
              </w:rPr>
              <w:t xml:space="preserve">Periodo di riferimento, </w:t>
            </w:r>
            <w:r>
              <w:rPr>
                <w:rFonts w:ascii="Arial" w:hAnsi="Arial" w:cs="Arial"/>
                <w:b/>
                <w:bCs/>
              </w:rPr>
              <w:t xml:space="preserve">giornate e orari</w:t>
            </w:r>
            <w:r>
              <w:rPr>
                <w:rFonts w:ascii="Arial" w:hAnsi="Arial" w:cs="Arial"/>
                <w:highlight w:val="none"/>
              </w:rPr>
            </w:r>
            <w:r>
              <w:rPr>
                <w:rFonts w:ascii="Arial" w:hAnsi="Arial" w:cs="Arial"/>
                <w:highlight w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  <w14:ligatures w14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i/>
                <w:iCs/>
              </w:rPr>
              <w:t xml:space="preserve">(inserire una proposta relativa alle tempistiche di svolgimento dell’iniziativa)</w:t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Spazi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  <w14:ligatures w14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i/>
                <w:iCs/>
              </w:rPr>
              <w:t xml:space="preserve">(inserire una proposta di localizzazione dell’iniziativa nell’istituto)</w:t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14:ligatures w14:val="none"/>
              </w:rPr>
            </w:pP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bCs/>
                <w:i/>
                <w14:ligatures w14:val="none"/>
              </w:rPr>
            </w:r>
            <w:r>
              <w:rPr>
                <w:rFonts w:ascii="Arial" w:hAnsi="Arial" w:cs="Arial"/>
                <w:bCs/>
                <w:i/>
                <w14:ligatures w14:val="none"/>
              </w:rPr>
            </w:r>
          </w:p>
        </w:tc>
      </w:tr>
    </w:tbl>
    <w:p>
      <w:pPr>
        <w:pBdr/>
        <w:spacing w:line="276" w:lineRule="auto"/>
        <w:ind/>
        <w:rPr/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/>
    </w:p>
    <w:p>
      <w:pPr>
        <w:pBdr/>
        <w:spacing w:line="276" w:lineRule="auto"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Il Museo archeologico nazionale di Napoli, </w:t>
      </w:r>
      <w:r>
        <w:rPr>
          <w:rFonts w:ascii="Arial" w:hAnsi="Arial" w:cs="Arial"/>
          <w:b/>
          <w:bCs/>
        </w:rPr>
        <w:t xml:space="preserve">d’intesa con i proponenti, si riserva la facoltà di concordare soluzioni alternative in relazione a quanto proposto.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h="16838" w:orient="portrait" w:w="11906"/>
      <w:pgMar w:top="2495" w:right="1418" w:bottom="1560" w:left="1418" w:header="930" w:footer="505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Segoe UI">
    <w:panose1 w:val="020B0502040204020203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HelveticaLTStd-Light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both"/>
      <w:rPr>
        <w:rFonts w:ascii="Arial" w:hAnsi="Arial" w:eastAsia="HelveticaLTStd-Light" w:cs="Arial"/>
        <w:sz w:val="14"/>
        <w:szCs w:val="14"/>
      </w:rPr>
    </w:pP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Ind w:w="-142" w:type="dxa"/>
      <w:tblW w:w="9356" w:type="dxa"/>
      <w:tblBorders/>
      <w:tblLook w:val="0000" w:firstRow="0" w:lastRow="0" w:firstColumn="0" w:lastColumn="0" w:noHBand="0" w:noVBand="0"/>
    </w:tblPr>
    <w:tblGrid>
      <w:gridCol w:w="1835"/>
      <w:gridCol w:w="2926"/>
      <w:gridCol w:w="2231"/>
      <w:gridCol w:w="2364"/>
    </w:tblGrid>
    <w:tr>
      <w:trPr>
        <w:trHeight w:val="90"/>
      </w:trPr>
      <w:tc>
        <w:tcPr>
          <w:tcBorders/>
          <w:tcW w:w="1869" w:type="dxa"/>
          <w:vMerge w:val="restart"/>
          <w:textDirection w:val="lrTb"/>
          <w:noWrap w:val="false"/>
        </w:tcPr>
        <w:p>
          <w:pPr>
            <w:pStyle w:val="115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85073" cy="289803"/>
                    <wp:effectExtent l="0" t="0" r="0" b="0"/>
                    <wp:docPr id="2" name="Immagine 1004022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-58" t="-180" r="-58" b="-180"/>
                            <a:stretch/>
                          </pic:blipFill>
                          <pic:spPr bwMode="auto">
                            <a:xfrm>
                              <a:off x="0" y="0"/>
                              <a:ext cx="893366" cy="2925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" o:spid="_x0000_s1" type="#_x0000_t75" style="width:69.69pt;height:22.82pt;mso-wrap-distance-left:0.00pt;mso-wrap-distance-top:0.00pt;mso-wrap-distance-right:0.00pt;mso-wrap-distance-bottom:0.00pt;z-index:1;" stroked="f">
                    <v:imagedata r:id="rId1" o:title="" croptop="-117f" cropleft="-37f" cropbottom="-117f" cropright="-37f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951" w:type="dxa"/>
          <w:vMerge w:val="restart"/>
          <w:textDirection w:val="lrTb"/>
          <w:noWrap w:val="false"/>
        </w:tcPr>
        <w:p>
          <w:pPr>
            <w:pStyle w:val="115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613177" cy="322030"/>
                    <wp:effectExtent l="0" t="0" r="6350" b="1905"/>
                    <wp:docPr id="3" name="Immagin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>
                              <a:off x="0" y="0"/>
                              <a:ext cx="1647435" cy="3288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2" o:spid="_x0000_s2" type="#_x0000_t75" style="width:127.02pt;height:25.36pt;mso-wrap-distance-left:0.00pt;mso-wrap-distance-top:0.00pt;mso-wrap-distance-right:0.00pt;mso-wrap-distance-bottom:0.00pt;z-index:1;" stroked="f">
                    <v:imagedata r:id="rId2" o:title="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piazza Museo 19, 80135 Napoli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/>
          <w:hyperlink r:id="rId3" w:tooltip="mailto:man-na@cultura.gov.it" w:history="1">
            <w:r>
              <w:rPr>
                <w:rStyle w:val="1146"/>
                <w:rFonts w:ascii="Arial" w:hAnsi="Arial" w:eastAsia="HelveticaLTStd-Light" w:cs="Arial"/>
                <w:sz w:val="14"/>
                <w:szCs w:val="14"/>
              </w:rPr>
              <w:t xml:space="preserve">man-na@cultura.gov.it</w:t>
            </w:r>
          </w:hyperlink>
          <w:r>
            <w:rPr>
              <w:rFonts w:ascii="Arial" w:hAnsi="Arial" w:eastAsia="HelveticaLTStd-Light" w:cs="Arial"/>
              <w:sz w:val="14"/>
              <w:szCs w:val="14"/>
            </w:rPr>
            <w:t xml:space="preserve"> </w:t>
          </w:r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5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  <w:lang w:val="en-US"/>
            </w:rPr>
            <w:t xml:space="preserve">t 081 4422111 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Bdr/>
            <w:spacing/>
            <w:ind/>
            <w:jc w:val="both"/>
            <w:rPr/>
          </w:pPr>
          <w:r/>
          <w:hyperlink r:id="rId4" w:tooltip="mailto:man-na@pec.cultura.gov.it" w:history="1">
            <w:r>
              <w:rPr>
                <w:rStyle w:val="1146"/>
                <w:rFonts w:ascii="Arial" w:hAnsi="Arial" w:cs="HelveticaLTStd-Light"/>
                <w:sz w:val="14"/>
                <w:szCs w:val="14"/>
              </w:rPr>
              <w:t xml:space="preserve">man-na@pec.cultura.gov.it</w:t>
            </w:r>
          </w:hyperlink>
          <w:r/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5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codice fiscale 95219200631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57"/>
            <w:pBdr/>
            <w:spacing/>
            <w:ind/>
            <w:rPr/>
          </w:pPr>
          <w:r/>
          <w:hyperlink r:id="rId5" w:tooltip="http://www.museoarcheologicodinapoli.it/" w:history="1">
            <w:r>
              <w:rPr>
                <w:rStyle w:val="1146"/>
                <w:rFonts w:ascii="Arial" w:hAnsi="Arial" w:eastAsia="HelveticaLTStd-Light" w:cs="Arial"/>
                <w:sz w:val="14"/>
                <w:szCs w:val="14"/>
              </w:rPr>
              <w:t xml:space="preserve">www.museoarcheologicodinapoli.it</w:t>
            </w:r>
          </w:hyperlink>
          <w:r/>
          <w:r/>
        </w:p>
      </w:tc>
    </w:tr>
  </w:tbl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6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 w:left="-595"/>
      <w:jc w:val="left"/>
      <w:rPr>
        <w:b/>
        <w:bCs/>
      </w:rPr>
    </w:pPr>
    <w:r>
      <w:rPr>
        <w:b/>
        <w:bCs/>
        <w:lang w:eastAsia="it-IT"/>
      </w:rPr>
    </w:r>
    <w:r>
      <w:rPr>
        <w:rFonts w:ascii="Arial" w:hAnsi="Arial" w:eastAsia="Arial" w:cs="Arial"/>
        <w:b/>
        <w:bCs/>
        <w:highlight w:val="none"/>
      </w:rPr>
      <w:t xml:space="preserve">Allegato 2 – Fac-simile proposta progettuale</w:t>
    </w:r>
    <w:r>
      <w:rPr>
        <w:b/>
        <w:bCs/>
      </w:rPr>
    </w:r>
    <w:r>
      <w:rPr>
        <w:b/>
        <w:bCs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6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/>
      <w:rPr>
        <w:lang w:eastAsia="it-IT"/>
      </w:rPr>
    </w:pPr>
    <w:r>
      <w:rPr>
        <w:lang w:eastAsia="it-IT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935" distR="114935" simplePos="0" relativeHeight="251656704" behindDoc="0" locked="0" layoutInCell="1" allowOverlap="1">
              <wp:simplePos x="0" y="0"/>
              <wp:positionH relativeFrom="column">
                <wp:posOffset>-237507</wp:posOffset>
              </wp:positionH>
              <wp:positionV relativeFrom="paragraph">
                <wp:posOffset>14605</wp:posOffset>
              </wp:positionV>
              <wp:extent cx="1616710" cy="526415"/>
              <wp:effectExtent l="0" t="0" r="0" b="0"/>
              <wp:wrapNone/>
              <wp:docPr id="1" name="Immagine 6248304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rcRect l="-131" t="-401" r="-131" b="-400"/>
                      <a:stretch/>
                    </pic:blipFill>
                    <pic:spPr bwMode="auto">
                      <a:xfrm>
                        <a:off x="0" y="0"/>
                        <a:ext cx="1616710" cy="526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6704;o:allowoverlap:true;o:allowincell:true;mso-position-horizontal-relative:text;margin-left:-18.70pt;mso-position-horizontal:absolute;mso-position-vertical-relative:text;margin-top:1.15pt;mso-position-vertical:absolute;width:127.30pt;height:41.45pt;mso-wrap-distance-left:9.05pt;mso-wrap-distance-top:0.00pt;mso-wrap-distance-right:9.05pt;mso-wrap-distance-bottom:0.00pt;z-index:1;" stroked="false">
              <v:imagedata r:id="rId1" o:title="" croptop="-262f" cropleft="-85f" cropbottom="-261f" cropright="-85f"/>
              <o:lock v:ext="edit" rotation="t"/>
            </v:shape>
          </w:pict>
        </mc:Fallback>
      </mc:AlternateContent>
    </w:r>
    <w:r>
      <w:rPr>
        <w:lang w:eastAsia="it-IT"/>
      </w:rPr>
    </w:r>
    <w:r>
      <w:rPr>
        <w:lang w:eastAsia="it-IT"/>
      </w:rPr>
    </w:r>
  </w:p>
  <w:p>
    <w:pPr>
      <w:pStyle w:val="1156"/>
      <w:pBdr/>
      <w:spacing/>
      <w:ind/>
      <w:rPr>
        <w:lang w:eastAsia="it-IT"/>
      </w:rPr>
    </w:pPr>
    <w:r>
      <w:rPr>
        <w:lang w:eastAsia="it-IT"/>
      </w:rPr>
    </w:r>
    <w:r>
      <w:rPr>
        <w:lang w:eastAsia="it-IT"/>
      </w:rPr>
    </w:r>
    <w:r>
      <w:rPr>
        <w:lang w:eastAsia="it-IT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1276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996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716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436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56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876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596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16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036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it-IT" w:eastAsia="it-IT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6">
    <w:name w:val="Intense Emphasis"/>
    <w:basedOn w:val="113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947">
    <w:name w:val="Intense Reference"/>
    <w:basedOn w:val="113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48">
    <w:name w:val="Subtle Emphasis"/>
    <w:basedOn w:val="113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49">
    <w:name w:val="Emphasis"/>
    <w:basedOn w:val="1130"/>
    <w:uiPriority w:val="20"/>
    <w:qFormat/>
    <w:pPr>
      <w:pBdr/>
      <w:spacing/>
      <w:ind/>
    </w:pPr>
    <w:rPr>
      <w:i/>
      <w:iCs/>
    </w:rPr>
  </w:style>
  <w:style w:type="character" w:styleId="950">
    <w:name w:val="Strong"/>
    <w:basedOn w:val="1130"/>
    <w:uiPriority w:val="22"/>
    <w:qFormat/>
    <w:pPr>
      <w:pBdr/>
      <w:spacing/>
      <w:ind/>
    </w:pPr>
    <w:rPr>
      <w:b/>
      <w:bCs/>
    </w:rPr>
  </w:style>
  <w:style w:type="character" w:styleId="951">
    <w:name w:val="Subtle Reference"/>
    <w:basedOn w:val="113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52">
    <w:name w:val="Book Title"/>
    <w:basedOn w:val="113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53">
    <w:name w:val="FollowedHyperlink"/>
    <w:basedOn w:val="113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954">
    <w:name w:val="Placeholder Text"/>
    <w:basedOn w:val="1130"/>
    <w:uiPriority w:val="99"/>
    <w:semiHidden/>
    <w:pPr>
      <w:pBdr/>
      <w:spacing/>
      <w:ind/>
    </w:pPr>
    <w:rPr>
      <w:color w:val="666666"/>
    </w:rPr>
  </w:style>
  <w:style w:type="paragraph" w:styleId="955">
    <w:name w:val="Heading 1"/>
    <w:basedOn w:val="1129"/>
    <w:next w:val="1129"/>
    <w:link w:val="95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956">
    <w:name w:val="Heading 1 Char"/>
    <w:basedOn w:val="1130"/>
    <w:link w:val="95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957">
    <w:name w:val="Heading 2"/>
    <w:basedOn w:val="1129"/>
    <w:next w:val="1129"/>
    <w:link w:val="95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958">
    <w:name w:val="Heading 2 Char"/>
    <w:basedOn w:val="1130"/>
    <w:link w:val="95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959">
    <w:name w:val="Heading 3"/>
    <w:basedOn w:val="1129"/>
    <w:next w:val="1129"/>
    <w:link w:val="96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960">
    <w:name w:val="Heading 3 Char"/>
    <w:basedOn w:val="1130"/>
    <w:link w:val="95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961">
    <w:name w:val="Heading 4"/>
    <w:basedOn w:val="1129"/>
    <w:next w:val="1129"/>
    <w:link w:val="96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62">
    <w:name w:val="Heading 4 Char"/>
    <w:basedOn w:val="1130"/>
    <w:link w:val="96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963">
    <w:name w:val="Heading 5"/>
    <w:basedOn w:val="1129"/>
    <w:next w:val="1129"/>
    <w:link w:val="96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64">
    <w:name w:val="Heading 5 Char"/>
    <w:basedOn w:val="1130"/>
    <w:link w:val="96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965">
    <w:name w:val="Heading 6"/>
    <w:basedOn w:val="1129"/>
    <w:next w:val="1129"/>
    <w:link w:val="96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66">
    <w:name w:val="Heading 6 Char"/>
    <w:basedOn w:val="1130"/>
    <w:link w:val="96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967">
    <w:name w:val="Heading 7"/>
    <w:basedOn w:val="1129"/>
    <w:next w:val="1129"/>
    <w:link w:val="96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68">
    <w:name w:val="Heading 7 Char"/>
    <w:basedOn w:val="1130"/>
    <w:link w:val="96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69">
    <w:name w:val="Heading 8"/>
    <w:basedOn w:val="1129"/>
    <w:next w:val="1129"/>
    <w:link w:val="97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70">
    <w:name w:val="Heading 8 Char"/>
    <w:basedOn w:val="1130"/>
    <w:link w:val="96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971">
    <w:name w:val="Heading 9"/>
    <w:basedOn w:val="1129"/>
    <w:next w:val="1129"/>
    <w:link w:val="97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72">
    <w:name w:val="Heading 9 Char"/>
    <w:basedOn w:val="1130"/>
    <w:link w:val="97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973">
    <w:name w:val="List Paragraph"/>
    <w:basedOn w:val="1129"/>
    <w:uiPriority w:val="34"/>
    <w:qFormat/>
    <w:pPr>
      <w:pBdr/>
      <w:spacing/>
      <w:ind w:left="720"/>
      <w:contextualSpacing w:val="true"/>
    </w:pPr>
  </w:style>
  <w:style w:type="paragraph" w:styleId="974">
    <w:name w:val="No Spacing"/>
    <w:uiPriority w:val="1"/>
    <w:qFormat/>
    <w:pPr>
      <w:pBdr/>
      <w:spacing w:after="0" w:before="0" w:line="240" w:lineRule="auto"/>
      <w:ind/>
    </w:pPr>
  </w:style>
  <w:style w:type="paragraph" w:styleId="975">
    <w:name w:val="Title"/>
    <w:basedOn w:val="1129"/>
    <w:next w:val="1129"/>
    <w:link w:val="97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976">
    <w:name w:val="Title Char"/>
    <w:basedOn w:val="1130"/>
    <w:link w:val="975"/>
    <w:uiPriority w:val="10"/>
    <w:pPr>
      <w:pBdr/>
      <w:spacing/>
      <w:ind/>
    </w:pPr>
    <w:rPr>
      <w:sz w:val="48"/>
      <w:szCs w:val="48"/>
    </w:rPr>
  </w:style>
  <w:style w:type="paragraph" w:styleId="977">
    <w:name w:val="Subtitle"/>
    <w:basedOn w:val="1129"/>
    <w:next w:val="1129"/>
    <w:link w:val="97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978">
    <w:name w:val="Subtitle Char"/>
    <w:basedOn w:val="1130"/>
    <w:link w:val="977"/>
    <w:uiPriority w:val="11"/>
    <w:pPr>
      <w:pBdr/>
      <w:spacing/>
      <w:ind/>
    </w:pPr>
    <w:rPr>
      <w:sz w:val="24"/>
      <w:szCs w:val="24"/>
    </w:rPr>
  </w:style>
  <w:style w:type="paragraph" w:styleId="979">
    <w:name w:val="Quote"/>
    <w:basedOn w:val="1129"/>
    <w:next w:val="1129"/>
    <w:link w:val="980"/>
    <w:uiPriority w:val="29"/>
    <w:qFormat/>
    <w:pPr>
      <w:pBdr/>
      <w:spacing/>
      <w:ind w:right="720" w:left="720"/>
    </w:pPr>
    <w:rPr>
      <w:i/>
    </w:rPr>
  </w:style>
  <w:style w:type="character" w:styleId="980">
    <w:name w:val="Quote Char"/>
    <w:link w:val="979"/>
    <w:uiPriority w:val="29"/>
    <w:pPr>
      <w:pBdr/>
      <w:spacing/>
      <w:ind/>
    </w:pPr>
    <w:rPr>
      <w:i/>
    </w:rPr>
  </w:style>
  <w:style w:type="paragraph" w:styleId="981">
    <w:name w:val="Intense Quote"/>
    <w:basedOn w:val="1129"/>
    <w:next w:val="1129"/>
    <w:link w:val="98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982">
    <w:name w:val="Intense Quote Char"/>
    <w:link w:val="981"/>
    <w:uiPriority w:val="30"/>
    <w:pPr>
      <w:pBdr/>
      <w:spacing/>
      <w:ind/>
    </w:pPr>
    <w:rPr>
      <w:i/>
    </w:rPr>
  </w:style>
  <w:style w:type="character" w:styleId="983">
    <w:name w:val="Header Char"/>
    <w:basedOn w:val="1130"/>
    <w:link w:val="1156"/>
    <w:uiPriority w:val="99"/>
    <w:pPr>
      <w:pBdr/>
      <w:spacing/>
      <w:ind/>
    </w:pPr>
  </w:style>
  <w:style w:type="character" w:styleId="984">
    <w:name w:val="Footer Char"/>
    <w:basedOn w:val="1130"/>
    <w:link w:val="1157"/>
    <w:uiPriority w:val="99"/>
    <w:pPr>
      <w:pBdr/>
      <w:spacing/>
      <w:ind/>
    </w:pPr>
  </w:style>
  <w:style w:type="character" w:styleId="985">
    <w:name w:val="Caption Char"/>
    <w:basedOn w:val="1152"/>
    <w:link w:val="1157"/>
    <w:uiPriority w:val="99"/>
    <w:pPr>
      <w:pBdr/>
      <w:spacing/>
      <w:ind/>
    </w:pPr>
  </w:style>
  <w:style w:type="table" w:styleId="986">
    <w:name w:val="Table Grid"/>
    <w:basedOn w:val="113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Table Grid Light"/>
    <w:basedOn w:val="113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Plain Table 1"/>
    <w:basedOn w:val="113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Plain Table 2"/>
    <w:basedOn w:val="113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Plain Table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Plain Table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Plain Table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Grid Table 1 Light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Grid Table 1 Light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Grid Table 1 Light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1 Light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>
    <w:name w:val="Grid Table 1 Light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Grid Table 1 Light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Grid Table 1 Light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Grid Table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>
    <w:name w:val="Grid Table 2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>
    <w:name w:val="Grid Table 2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2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>
    <w:name w:val="Grid Table 2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>
    <w:name w:val="Grid Table 2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>
    <w:name w:val="Grid Table 2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>
    <w:name w:val="Grid Table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>
    <w:name w:val="Grid Table 3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>
    <w:name w:val="Grid Table 3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3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>
    <w:name w:val="Grid Table 3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>
    <w:name w:val="Grid Table 3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>
    <w:name w:val="Grid Table 3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>
    <w:name w:val="Grid Table 4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>
    <w:name w:val="Grid Table 4 - Accent 1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>
    <w:name w:val="Grid Table 4 - Accent 2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4 - Accent 3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>
    <w:name w:val="Grid Table 4 - Accent 4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>
    <w:name w:val="Grid Table 4 - Accent 5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>
    <w:name w:val="Grid Table 4 - Accent 6"/>
    <w:basedOn w:val="11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>
    <w:name w:val="Grid Table 5 Dark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>
    <w:name w:val="Grid Table 5 Dark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>
    <w:name w:val="Grid Table 5 Dark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Grid Table 5 Dark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>
    <w:name w:val="Grid Table 5 Dark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Grid Table 5 Dark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>
    <w:name w:val="Grid Table 5 Dark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Grid Table 6 Colorful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9">
    <w:name w:val="Grid Table 6 Colorful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0">
    <w:name w:val="Grid Table 6 Colorful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Grid Table 6 Colorful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2">
    <w:name w:val="Grid Table 6 Colorful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Grid Table 6 Colorful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4">
    <w:name w:val="Grid Table 6 Colorful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Grid Table 7 Colorful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>
    <w:name w:val="Grid Table 7 Colorful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>
    <w:name w:val="Grid Table 7 Colorful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Grid Table 7 Colorful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>
    <w:name w:val="Grid Table 7 Colorful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Grid Table 7 Colorful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>
    <w:name w:val="Grid Table 7 Colorful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List Table 1 Light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>
    <w:name w:val="List Table 1 Light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>
    <w:name w:val="List Table 1 Light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1 Light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>
    <w:name w:val="List Table 1 Light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List Table 1 Light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>
    <w:name w:val="List Table 1 Light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List Table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>
    <w:name w:val="List Table 2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>
    <w:name w:val="List Table 2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2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>
    <w:name w:val="List Table 2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List Table 2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>
    <w:name w:val="List Table 2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List Table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>
    <w:name w:val="List Table 3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>
    <w:name w:val="List Table 3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3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>
    <w:name w:val="List Table 3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List Table 3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>
    <w:name w:val="List Table 3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>
    <w:name w:val="List Table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>
    <w:name w:val="List Table 4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>
    <w:name w:val="List Table 4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4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>
    <w:name w:val="List Table 4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>
    <w:name w:val="List Table 4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>
    <w:name w:val="List Table 4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>
    <w:name w:val="List Table 5 Dark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1">
    <w:name w:val="List Table 5 Dark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2">
    <w:name w:val="List Table 5 Dark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3">
    <w:name w:val="List Table 5 Dark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4">
    <w:name w:val="List Table 5 Dark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5">
    <w:name w:val="List Table 5 Dark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6">
    <w:name w:val="List Table 5 Dark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7">
    <w:name w:val="List Table 6 Colorful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>
    <w:name w:val="List Table 6 Colorful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>
    <w:name w:val="List Table 6 Colorful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>
    <w:name w:val="List Table 6 Colorful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>
    <w:name w:val="List Table 6 Colorful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>
    <w:name w:val="List Table 6 Colorful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>
    <w:name w:val="List Table 6 Colorful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>
    <w:name w:val="List Table 7 Colorful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5">
    <w:name w:val="List Table 7 Colorful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6">
    <w:name w:val="List Table 7 Colorful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7">
    <w:name w:val="List Table 7 Colorful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8">
    <w:name w:val="List Table 7 Colorful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9">
    <w:name w:val="List Table 7 Colorful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90">
    <w:name w:val="List Table 7 Colorful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91">
    <w:name w:val="Lined - Accent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>
    <w:name w:val="Lined - Accent 1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>
    <w:name w:val="Lined - Accent 2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4">
    <w:name w:val="Lined - Accent 3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5">
    <w:name w:val="Lined - Accent 4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6">
    <w:name w:val="Lined - Accent 5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7">
    <w:name w:val="Lined - Accent 6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8">
    <w:name w:val="Bordered &amp; Lined - Accent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9">
    <w:name w:val="Bordered &amp; Lined - Accent 1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0">
    <w:name w:val="Bordered &amp; Lined - Accent 2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1">
    <w:name w:val="Bordered &amp; Lined - Accent 3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2">
    <w:name w:val="Bordered &amp; Lined - Accent 4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3">
    <w:name w:val="Bordered &amp; Lined - Accent 5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4">
    <w:name w:val="Bordered &amp; Lined - Accent 6"/>
    <w:basedOn w:val="11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5">
    <w:name w:val="Bordered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6">
    <w:name w:val="Bordered - Accent 1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7">
    <w:name w:val="Bordered - Accent 2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8">
    <w:name w:val="Bordered - Accent 3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9">
    <w:name w:val="Bordered - Accent 4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0">
    <w:name w:val="Bordered - Accent 5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1">
    <w:name w:val="Bordered - Accent 6"/>
    <w:basedOn w:val="11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12">
    <w:name w:val="footnote text"/>
    <w:basedOn w:val="1129"/>
    <w:link w:val="111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113">
    <w:name w:val="Footnote Text Char"/>
    <w:link w:val="1112"/>
    <w:uiPriority w:val="99"/>
    <w:pPr>
      <w:pBdr/>
      <w:spacing/>
      <w:ind/>
    </w:pPr>
    <w:rPr>
      <w:sz w:val="18"/>
    </w:rPr>
  </w:style>
  <w:style w:type="character" w:styleId="1114">
    <w:name w:val="footnote reference"/>
    <w:basedOn w:val="1130"/>
    <w:uiPriority w:val="99"/>
    <w:unhideWhenUsed/>
    <w:pPr>
      <w:pBdr/>
      <w:spacing/>
      <w:ind/>
    </w:pPr>
    <w:rPr>
      <w:vertAlign w:val="superscript"/>
    </w:rPr>
  </w:style>
  <w:style w:type="paragraph" w:styleId="1115">
    <w:name w:val="endnote text"/>
    <w:basedOn w:val="1129"/>
    <w:link w:val="111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116">
    <w:name w:val="Endnote Text Char"/>
    <w:link w:val="1115"/>
    <w:uiPriority w:val="99"/>
    <w:pPr>
      <w:pBdr/>
      <w:spacing/>
      <w:ind/>
    </w:pPr>
    <w:rPr>
      <w:sz w:val="20"/>
    </w:rPr>
  </w:style>
  <w:style w:type="character" w:styleId="1117">
    <w:name w:val="endnote reference"/>
    <w:basedOn w:val="1130"/>
    <w:uiPriority w:val="99"/>
    <w:semiHidden/>
    <w:unhideWhenUsed/>
    <w:pPr>
      <w:pBdr/>
      <w:spacing/>
      <w:ind/>
    </w:pPr>
    <w:rPr>
      <w:vertAlign w:val="superscript"/>
    </w:rPr>
  </w:style>
  <w:style w:type="paragraph" w:styleId="1118">
    <w:name w:val="toc 1"/>
    <w:basedOn w:val="1129"/>
    <w:next w:val="1129"/>
    <w:uiPriority w:val="39"/>
    <w:unhideWhenUsed/>
    <w:pPr>
      <w:pBdr/>
      <w:spacing w:after="57"/>
      <w:ind w:right="0" w:firstLine="0" w:left="0"/>
    </w:pPr>
  </w:style>
  <w:style w:type="paragraph" w:styleId="1119">
    <w:name w:val="toc 2"/>
    <w:basedOn w:val="1129"/>
    <w:next w:val="1129"/>
    <w:uiPriority w:val="39"/>
    <w:unhideWhenUsed/>
    <w:pPr>
      <w:pBdr/>
      <w:spacing w:after="57"/>
      <w:ind w:right="0" w:firstLine="0" w:left="283"/>
    </w:pPr>
  </w:style>
  <w:style w:type="paragraph" w:styleId="1120">
    <w:name w:val="toc 3"/>
    <w:basedOn w:val="1129"/>
    <w:next w:val="1129"/>
    <w:uiPriority w:val="39"/>
    <w:unhideWhenUsed/>
    <w:pPr>
      <w:pBdr/>
      <w:spacing w:after="57"/>
      <w:ind w:right="0" w:firstLine="0" w:left="567"/>
    </w:pPr>
  </w:style>
  <w:style w:type="paragraph" w:styleId="1121">
    <w:name w:val="toc 4"/>
    <w:basedOn w:val="1129"/>
    <w:next w:val="1129"/>
    <w:uiPriority w:val="39"/>
    <w:unhideWhenUsed/>
    <w:pPr>
      <w:pBdr/>
      <w:spacing w:after="57"/>
      <w:ind w:right="0" w:firstLine="0" w:left="850"/>
    </w:pPr>
  </w:style>
  <w:style w:type="paragraph" w:styleId="1122">
    <w:name w:val="toc 5"/>
    <w:basedOn w:val="1129"/>
    <w:next w:val="1129"/>
    <w:uiPriority w:val="39"/>
    <w:unhideWhenUsed/>
    <w:pPr>
      <w:pBdr/>
      <w:spacing w:after="57"/>
      <w:ind w:right="0" w:firstLine="0" w:left="1134"/>
    </w:pPr>
  </w:style>
  <w:style w:type="paragraph" w:styleId="1123">
    <w:name w:val="toc 6"/>
    <w:basedOn w:val="1129"/>
    <w:next w:val="1129"/>
    <w:uiPriority w:val="39"/>
    <w:unhideWhenUsed/>
    <w:pPr>
      <w:pBdr/>
      <w:spacing w:after="57"/>
      <w:ind w:right="0" w:firstLine="0" w:left="1417"/>
    </w:pPr>
  </w:style>
  <w:style w:type="paragraph" w:styleId="1124">
    <w:name w:val="toc 7"/>
    <w:basedOn w:val="1129"/>
    <w:next w:val="1129"/>
    <w:uiPriority w:val="39"/>
    <w:unhideWhenUsed/>
    <w:pPr>
      <w:pBdr/>
      <w:spacing w:after="57"/>
      <w:ind w:right="0" w:firstLine="0" w:left="1701"/>
    </w:pPr>
  </w:style>
  <w:style w:type="paragraph" w:styleId="1125">
    <w:name w:val="toc 8"/>
    <w:basedOn w:val="1129"/>
    <w:next w:val="1129"/>
    <w:uiPriority w:val="39"/>
    <w:unhideWhenUsed/>
    <w:pPr>
      <w:pBdr/>
      <w:spacing w:after="57"/>
      <w:ind w:right="0" w:firstLine="0" w:left="1984"/>
    </w:pPr>
  </w:style>
  <w:style w:type="paragraph" w:styleId="1126">
    <w:name w:val="toc 9"/>
    <w:basedOn w:val="1129"/>
    <w:next w:val="1129"/>
    <w:uiPriority w:val="39"/>
    <w:unhideWhenUsed/>
    <w:pPr>
      <w:pBdr/>
      <w:spacing w:after="57"/>
      <w:ind w:right="0" w:firstLine="0" w:left="2268"/>
    </w:pPr>
  </w:style>
  <w:style w:type="paragraph" w:styleId="1127">
    <w:name w:val="TOC Heading"/>
    <w:uiPriority w:val="39"/>
    <w:unhideWhenUsed/>
    <w:pPr>
      <w:pBdr/>
      <w:spacing/>
      <w:ind/>
    </w:pPr>
  </w:style>
  <w:style w:type="paragraph" w:styleId="1128">
    <w:name w:val="table of figures"/>
    <w:basedOn w:val="1129"/>
    <w:next w:val="1129"/>
    <w:uiPriority w:val="99"/>
    <w:unhideWhenUsed/>
    <w:pPr>
      <w:pBdr/>
      <w:spacing w:after="0" w:afterAutospacing="0"/>
      <w:ind/>
    </w:pPr>
  </w:style>
  <w:style w:type="paragraph" w:styleId="1129" w:default="1">
    <w:name w:val="Normal"/>
    <w:qFormat/>
    <w:pPr>
      <w:widowControl w:val="false"/>
      <w:pBdr/>
      <w:spacing/>
      <w:ind/>
    </w:pPr>
    <w:rPr>
      <w:lang w:eastAsia="zh-CN"/>
    </w:rPr>
  </w:style>
  <w:style w:type="character" w:styleId="1130" w:default="1">
    <w:name w:val="Default Paragraph Font"/>
    <w:uiPriority w:val="1"/>
    <w:semiHidden/>
    <w:unhideWhenUsed/>
    <w:pPr>
      <w:pBdr/>
      <w:spacing/>
      <w:ind/>
    </w:pPr>
  </w:style>
  <w:style w:type="table" w:styleId="113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132" w:default="1">
    <w:name w:val="No List"/>
    <w:uiPriority w:val="99"/>
    <w:semiHidden/>
    <w:unhideWhenUsed/>
    <w:pPr>
      <w:pBdr/>
      <w:spacing/>
      <w:ind/>
    </w:pPr>
  </w:style>
  <w:style w:type="character" w:styleId="1133" w:customStyle="1">
    <w:name w:val="WW8Num1z0"/>
    <w:pPr>
      <w:pBdr/>
      <w:spacing/>
      <w:ind/>
    </w:pPr>
    <w:rPr>
      <w:rFonts w:hint="default" w:ascii="Courier New" w:hAnsi="Courier New" w:cs="Courier New"/>
    </w:rPr>
  </w:style>
  <w:style w:type="character" w:styleId="1134" w:customStyle="1">
    <w:name w:val="WW8Num1z2"/>
    <w:pPr>
      <w:pBdr/>
      <w:spacing/>
      <w:ind/>
    </w:pPr>
    <w:rPr>
      <w:rFonts w:hint="default" w:ascii="Wingdings" w:hAnsi="Wingdings" w:cs="Wingdings"/>
    </w:rPr>
  </w:style>
  <w:style w:type="character" w:styleId="1135" w:customStyle="1">
    <w:name w:val="WW8Num1z3"/>
    <w:pPr>
      <w:pBdr/>
      <w:spacing/>
      <w:ind/>
    </w:pPr>
    <w:rPr>
      <w:rFonts w:hint="default" w:ascii="Symbol" w:hAnsi="Symbol" w:cs="Symbol"/>
    </w:rPr>
  </w:style>
  <w:style w:type="character" w:styleId="1136" w:customStyle="1">
    <w:name w:val="WW8Num2z0"/>
    <w:pPr>
      <w:pBdr/>
      <w:spacing/>
      <w:ind/>
    </w:pPr>
  </w:style>
  <w:style w:type="character" w:styleId="1137" w:customStyle="1">
    <w:name w:val="WW8Num2z1"/>
    <w:pPr>
      <w:pBdr/>
      <w:spacing/>
      <w:ind/>
    </w:pPr>
  </w:style>
  <w:style w:type="character" w:styleId="1138" w:customStyle="1">
    <w:name w:val="WW8Num2z2"/>
    <w:pPr>
      <w:pBdr/>
      <w:spacing/>
      <w:ind/>
    </w:pPr>
  </w:style>
  <w:style w:type="character" w:styleId="1139" w:customStyle="1">
    <w:name w:val="WW8Num2z3"/>
    <w:pPr>
      <w:pBdr/>
      <w:spacing/>
      <w:ind/>
    </w:pPr>
  </w:style>
  <w:style w:type="character" w:styleId="1140" w:customStyle="1">
    <w:name w:val="WW8Num2z4"/>
    <w:pPr>
      <w:pBdr/>
      <w:spacing/>
      <w:ind/>
    </w:pPr>
  </w:style>
  <w:style w:type="character" w:styleId="1141" w:customStyle="1">
    <w:name w:val="WW8Num2z5"/>
    <w:pPr>
      <w:pBdr/>
      <w:spacing/>
      <w:ind/>
    </w:pPr>
  </w:style>
  <w:style w:type="character" w:styleId="1142" w:customStyle="1">
    <w:name w:val="WW8Num2z6"/>
    <w:pPr>
      <w:pBdr/>
      <w:spacing/>
      <w:ind/>
    </w:pPr>
  </w:style>
  <w:style w:type="character" w:styleId="1143" w:customStyle="1">
    <w:name w:val="WW8Num2z7"/>
    <w:pPr>
      <w:pBdr/>
      <w:spacing/>
      <w:ind/>
    </w:pPr>
  </w:style>
  <w:style w:type="character" w:styleId="1144" w:customStyle="1">
    <w:name w:val="WW8Num2z8"/>
    <w:pPr>
      <w:pBdr/>
      <w:spacing/>
      <w:ind/>
    </w:pPr>
  </w:style>
  <w:style w:type="character" w:styleId="1145" w:customStyle="1">
    <w:name w:val="Car. predefinito paragrafo1"/>
    <w:pPr>
      <w:pBdr/>
      <w:spacing/>
      <w:ind/>
    </w:pPr>
  </w:style>
  <w:style w:type="character" w:styleId="1146">
    <w:name w:val="Hyperlink"/>
    <w:pPr>
      <w:pBdr/>
      <w:spacing/>
      <w:ind/>
    </w:pPr>
    <w:rPr>
      <w:color w:val="0000ff"/>
      <w:u w:val="single"/>
    </w:rPr>
  </w:style>
  <w:style w:type="character" w:styleId="1147" w:customStyle="1">
    <w:name w:val="Rientro corpo del testo 3 Carattere"/>
    <w:pPr>
      <w:pBdr/>
      <w:spacing/>
      <w:ind/>
    </w:pPr>
    <w:rPr>
      <w:sz w:val="16"/>
      <w:szCs w:val="16"/>
    </w:rPr>
  </w:style>
  <w:style w:type="character" w:styleId="1148" w:customStyle="1">
    <w:name w:val="Testo fumetto Carattere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49" w:customStyle="1">
    <w:name w:val="Titolo1"/>
    <w:basedOn w:val="1129"/>
    <w:next w:val="1150"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1150">
    <w:name w:val="Body Text"/>
    <w:basedOn w:val="1129"/>
    <w:pPr>
      <w:pBdr/>
      <w:spacing w:after="120"/>
      <w:ind/>
    </w:pPr>
  </w:style>
  <w:style w:type="paragraph" w:styleId="1151">
    <w:name w:val="List"/>
    <w:basedOn w:val="1150"/>
    <w:pPr>
      <w:pBdr/>
      <w:spacing/>
      <w:ind/>
    </w:pPr>
    <w:rPr>
      <w:rFonts w:cs="Mangal"/>
    </w:rPr>
  </w:style>
  <w:style w:type="paragraph" w:styleId="1152">
    <w:name w:val="Caption"/>
    <w:basedOn w:val="1129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153" w:customStyle="1">
    <w:name w:val="Indice"/>
    <w:basedOn w:val="1129"/>
    <w:pPr>
      <w:suppressLineNumbers w:val="true"/>
      <w:pBdr/>
      <w:spacing/>
      <w:ind/>
    </w:pPr>
    <w:rPr>
      <w:rFonts w:cs="Mangal"/>
    </w:rPr>
  </w:style>
  <w:style w:type="paragraph" w:styleId="1154" w:customStyle="1">
    <w:name w:val="Intestazione1"/>
    <w:basedOn w:val="1129"/>
    <w:next w:val="1150"/>
    <w:pPr>
      <w:keepNext w:val="true"/>
      <w:pBdr/>
      <w:spacing w:after="120" w:before="240"/>
      <w:ind/>
    </w:pPr>
  </w:style>
  <w:style w:type="paragraph" w:styleId="1155" w:customStyle="1">
    <w:name w:val="Didascalia1"/>
    <w:basedOn w:val="1129"/>
    <w:pPr>
      <w:suppressLineNumbers w:val="true"/>
      <w:pBdr/>
      <w:spacing w:after="120" w:before="120"/>
      <w:ind/>
    </w:pPr>
  </w:style>
  <w:style w:type="paragraph" w:styleId="1156">
    <w:name w:val="Header"/>
    <w:basedOn w:val="1129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57">
    <w:name w:val="Footer"/>
    <w:basedOn w:val="1129"/>
    <w:link w:val="1162"/>
    <w:uiPriority w:val="99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58" w:customStyle="1">
    <w:name w:val="Rientro corpo del testo 31"/>
    <w:basedOn w:val="1129"/>
    <w:pPr>
      <w:widowControl w:val="true"/>
      <w:pBdr/>
      <w:spacing w:after="120"/>
      <w:ind w:left="283"/>
    </w:pPr>
    <w:rPr>
      <w:sz w:val="16"/>
      <w:szCs w:val="16"/>
    </w:rPr>
  </w:style>
  <w:style w:type="paragraph" w:styleId="1159">
    <w:name w:val="Balloon Text"/>
    <w:basedOn w:val="1129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60" w:customStyle="1">
    <w:name w:val="Contenuto tabella"/>
    <w:basedOn w:val="1129"/>
    <w:pPr>
      <w:suppressLineNumbers w:val="true"/>
      <w:pBdr/>
      <w:spacing/>
      <w:ind/>
    </w:pPr>
  </w:style>
  <w:style w:type="paragraph" w:styleId="1161" w:customStyle="1">
    <w:name w:val="Titolo tabella"/>
    <w:basedOn w:val="1160"/>
    <w:pPr>
      <w:pBdr/>
      <w:spacing/>
      <w:ind/>
      <w:jc w:val="center"/>
    </w:pPr>
    <w:rPr>
      <w:b/>
      <w:bCs/>
    </w:rPr>
  </w:style>
  <w:style w:type="character" w:styleId="1162" w:customStyle="1">
    <w:name w:val="Piè di pagina Carattere"/>
    <w:link w:val="1157"/>
    <w:uiPriority w:val="99"/>
    <w:pPr>
      <w:pBdr/>
      <w:spacing/>
      <w:ind/>
    </w:pPr>
    <w:rPr>
      <w:lang w:eastAsia="zh-CN"/>
    </w:rPr>
  </w:style>
  <w:style w:type="character" w:styleId="1163" w:customStyle="1">
    <w:name w:val="Menzione non risolta1"/>
    <w:basedOn w:val="113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1164" w:customStyle="1">
    <w:name w:val="Normale1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it-IT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man-na@cultura.gov.it" TargetMode="External"/><Relationship Id="rId4" Type="http://schemas.openxmlformats.org/officeDocument/2006/relationships/hyperlink" Target="mailto:man-na@pec.cultura.gov.it" TargetMode="External"/><Relationship Id="rId5" Type="http://schemas.openxmlformats.org/officeDocument/2006/relationships/hyperlink" Target="http://www.museoarcheologicodinapoli.it/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Modello_CartaIntestata.dotx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Wind Telecomunicazione Spa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Cosentino</dc:creator>
  <cp:revision>7</cp:revision>
  <dcterms:created xsi:type="dcterms:W3CDTF">2025-10-10T05:55:00Z</dcterms:created>
  <dcterms:modified xsi:type="dcterms:W3CDTF">2026-02-13T17:24:52Z</dcterms:modified>
</cp:coreProperties>
</file>